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2704C44" w:rsidR="00DD0E11" w:rsidRDefault="005F4D52" w:rsidP="00DD0E11">
      <w:r>
        <w:t>Diepte:</w:t>
      </w:r>
      <w:r>
        <w:tab/>
      </w:r>
      <w:r w:rsidR="00174A33">
        <w:t>50</w:t>
      </w:r>
      <w:r>
        <w:t>cm</w:t>
      </w:r>
    </w:p>
    <w:p w14:paraId="6B0FFA37" w14:textId="29DE0683" w:rsidR="005F4D52" w:rsidRDefault="005F4D52" w:rsidP="00DD0E11">
      <w:r>
        <w:t>Breedte:</w:t>
      </w:r>
      <w:r>
        <w:tab/>
      </w:r>
      <w:r w:rsidR="00174A33">
        <w:t>65</w:t>
      </w:r>
      <w:r>
        <w:t>cm</w:t>
      </w:r>
    </w:p>
    <w:p w14:paraId="5EFEF3A2" w14:textId="06E7CC72" w:rsidR="005F4D52" w:rsidRDefault="005F4D52" w:rsidP="00DD0E11">
      <w:r>
        <w:t>Hoogte:</w:t>
      </w:r>
      <w:r>
        <w:tab/>
      </w:r>
      <w:r w:rsidR="00CC7E59">
        <w:t>1</w:t>
      </w:r>
      <w:r w:rsidR="00174A33">
        <w:t>8</w:t>
      </w:r>
      <w:r w:rsidR="00CC7E59">
        <w:t>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4A33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98E3F07-9167-4D73-8F9D-DD808F45B6F1}"/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BA5B-6AFA-4ADD-BB1F-79B6CF2686FF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